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636" w:rsidRDefault="00FA00EB">
      <w:r>
        <w:rPr>
          <w:noProof/>
        </w:rPr>
        <w:pict>
          <v:group id="_x0000_s1026" style="position:absolute;margin-left:9.75pt;margin-top:-14.7pt;width:507.6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4A1C66">
                      <w:pPr>
                        <w:tabs>
                          <w:tab w:val="right" w:pos="5580"/>
                          <w:tab w:val="right" w:pos="918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A709C7" w:rsidRPr="00A709C7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HW18</w:t>
                        </w:r>
                        <w:r w:rsidR="00A709C7">
                          <w:rPr>
                            <w:noProof/>
                          </w:rPr>
                          <w:t>_AbsoluteValue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>,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A709C7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Fri</w:t>
                      </w:r>
                      <w:r w:rsidR="00A72915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, </w:t>
                      </w:r>
                      <w:r w:rsidR="00A709C7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19</w:t>
                      </w:r>
                      <w:r w:rsidR="00A72915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Sep 2014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433636" w:rsidRDefault="00433636"/>
    <w:p w:rsidR="004A1C66" w:rsidRDefault="004A1C66"/>
    <w:p w:rsidR="004A1C66" w:rsidRDefault="004A1C66"/>
    <w:p w:rsidR="00906228" w:rsidRDefault="004A1C66" w:rsidP="00906228">
      <w:pPr>
        <w:rPr>
          <w:rFonts w:ascii="Calibri" w:hAnsi="Calibri"/>
          <w:b/>
        </w:rPr>
      </w:pPr>
      <w:r>
        <w:t xml:space="preserve"> </w:t>
      </w:r>
      <w:r w:rsidR="00906228" w:rsidRPr="007E4DA0">
        <w:rPr>
          <w:rFonts w:ascii="Calibri" w:hAnsi="Calibri"/>
          <w:b/>
        </w:rPr>
        <w:t>Failure to</w:t>
      </w:r>
      <w:r w:rsidR="00906228">
        <w:rPr>
          <w:rFonts w:ascii="Calibri" w:hAnsi="Calibri"/>
          <w:b/>
        </w:rPr>
        <w:t xml:space="preserve"> </w:t>
      </w:r>
      <w:r w:rsidR="00906228" w:rsidRPr="00A72915">
        <w:rPr>
          <w:rFonts w:ascii="Calibri" w:hAnsi="Calibri"/>
          <w:b/>
          <w:u w:val="single"/>
        </w:rPr>
        <w:t>show work</w:t>
      </w:r>
      <w:r w:rsidR="00906228">
        <w:rPr>
          <w:rFonts w:ascii="Calibri" w:hAnsi="Calibri"/>
          <w:b/>
        </w:rPr>
        <w:t xml:space="preserve"> and write in</w:t>
      </w:r>
      <w:r w:rsidR="00906228" w:rsidRPr="007E4DA0">
        <w:rPr>
          <w:rFonts w:ascii="Calibri" w:hAnsi="Calibri"/>
          <w:b/>
        </w:rPr>
        <w:t xml:space="preserve"> </w:t>
      </w:r>
      <w:r w:rsidR="00906228" w:rsidRPr="00A72915">
        <w:rPr>
          <w:rFonts w:ascii="Calibri" w:hAnsi="Calibri"/>
          <w:b/>
          <w:u w:val="single"/>
        </w:rPr>
        <w:t>complete sentences</w:t>
      </w:r>
      <w:r w:rsidR="00906228" w:rsidRPr="007E4DA0">
        <w:rPr>
          <w:rFonts w:ascii="Calibri" w:hAnsi="Calibri"/>
          <w:b/>
        </w:rPr>
        <w:t xml:space="preserve"> will result in a LaSalle. </w:t>
      </w:r>
      <w:r w:rsidR="00A72915">
        <w:rPr>
          <w:rFonts w:ascii="Calibri" w:hAnsi="Calibri"/>
          <w:b/>
        </w:rPr>
        <w:t xml:space="preserve">Answers </w:t>
      </w:r>
      <w:proofErr w:type="gramStart"/>
      <w:r w:rsidR="00A72915">
        <w:rPr>
          <w:rFonts w:ascii="Calibri" w:hAnsi="Calibri"/>
          <w:b/>
        </w:rPr>
        <w:t xml:space="preserve">should be </w:t>
      </w:r>
      <w:r w:rsidR="00A72915" w:rsidRPr="00A72915">
        <w:rPr>
          <w:rFonts w:ascii="Calibri" w:hAnsi="Calibri"/>
          <w:b/>
          <w:bdr w:val="single" w:sz="4" w:space="0" w:color="auto"/>
        </w:rPr>
        <w:t>boxed</w:t>
      </w:r>
      <w:proofErr w:type="gramEnd"/>
      <w:r w:rsidR="00A72915">
        <w:rPr>
          <w:rFonts w:ascii="Calibri" w:hAnsi="Calibri"/>
          <w:b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08"/>
        <w:gridCol w:w="5508"/>
      </w:tblGrid>
      <w:tr w:rsidR="00294DA4" w:rsidTr="00714AAC">
        <w:tc>
          <w:tcPr>
            <w:tcW w:w="11016" w:type="dxa"/>
            <w:gridSpan w:val="2"/>
          </w:tcPr>
          <w:p w:rsidR="00294DA4" w:rsidRPr="00E83035" w:rsidRDefault="00294DA4" w:rsidP="00714AAC">
            <w:pPr>
              <w:rPr>
                <w:rFonts w:ascii="Calibri" w:hAnsi="Calibri" w:cs="Cambria"/>
                <w:bCs/>
              </w:rPr>
            </w:pPr>
            <w:r>
              <w:rPr>
                <w:rFonts w:ascii="Calibri" w:hAnsi="Calibri" w:cs="Cambria"/>
                <w:noProof/>
                <w:sz w:val="20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281940</wp:posOffset>
                  </wp:positionV>
                  <wp:extent cx="4943475" cy="476250"/>
                  <wp:effectExtent l="19050" t="0" r="9525" b="0"/>
                  <wp:wrapTight wrapText="bothSides">
                    <wp:wrapPolygon edited="0">
                      <wp:start x="-83" y="0"/>
                      <wp:lineTo x="-83" y="20736"/>
                      <wp:lineTo x="21642" y="20736"/>
                      <wp:lineTo x="21642" y="0"/>
                      <wp:lineTo x="-83" y="0"/>
                    </wp:wrapPolygon>
                  </wp:wrapTight>
                  <wp:docPr id="6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347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83035">
              <w:rPr>
                <w:rFonts w:ascii="Calibri" w:hAnsi="Calibri" w:cs="Cambria"/>
                <w:bCs/>
              </w:rPr>
              <w:t xml:space="preserve">Use the number line below to answer questions 1 – 4. </w:t>
            </w:r>
          </w:p>
          <w:p w:rsidR="00294DA4" w:rsidRPr="00E83035" w:rsidRDefault="00294DA4" w:rsidP="00714AAC">
            <w:pPr>
              <w:rPr>
                <w:rFonts w:ascii="Calibri" w:hAnsi="Calibri" w:cs="Cambria"/>
                <w:b/>
                <w:bCs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  <w:b/>
                <w:bCs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  <w:b/>
                <w:bCs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</w:tc>
      </w:tr>
      <w:tr w:rsidR="00294DA4" w:rsidTr="00714AAC">
        <w:tc>
          <w:tcPr>
            <w:tcW w:w="5508" w:type="dxa"/>
          </w:tcPr>
          <w:p w:rsidR="00294DA4" w:rsidRPr="00E83035" w:rsidRDefault="00294DA4" w:rsidP="00714AAC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1. </w:t>
            </w:r>
            <w:r w:rsidR="00435BF5">
              <w:rPr>
                <w:rFonts w:ascii="Calibri" w:hAnsi="Calibri" w:cs="Cambria"/>
              </w:rPr>
              <w:t xml:space="preserve">Use </w:t>
            </w:r>
            <w:r w:rsidR="00435BF5">
              <w:rPr>
                <w:rFonts w:ascii="Calibri" w:hAnsi="Calibri" w:cs="Cambria"/>
                <w:u w:val="single"/>
              </w:rPr>
              <w:t>absolute value</w:t>
            </w:r>
            <w:r w:rsidR="00435BF5">
              <w:rPr>
                <w:rFonts w:ascii="Calibri" w:hAnsi="Calibri" w:cs="Cambria"/>
              </w:rPr>
              <w:t xml:space="preserve"> to demonstrate that</w:t>
            </w:r>
            <w:r w:rsidRPr="00E83035">
              <w:rPr>
                <w:rFonts w:ascii="Calibri" w:hAnsi="Calibri" w:cs="Cambria"/>
              </w:rPr>
              <w:t xml:space="preserve"> the distance, in coordinate units, between points </w:t>
            </w:r>
            <w:r w:rsidRPr="00E83035">
              <w:rPr>
                <w:rFonts w:ascii="Calibri" w:hAnsi="Calibri" w:cs="Cambria"/>
                <w:i/>
              </w:rPr>
              <w:t>A</w:t>
            </w:r>
            <w:r w:rsidRPr="00E83035">
              <w:rPr>
                <w:rFonts w:ascii="Calibri" w:hAnsi="Calibri" w:cs="Cambria"/>
              </w:rPr>
              <w:t xml:space="preserve"> and </w:t>
            </w:r>
            <w:r w:rsidRPr="00E83035">
              <w:rPr>
                <w:rFonts w:ascii="Calibri" w:hAnsi="Calibri" w:cs="Cambria"/>
                <w:i/>
              </w:rPr>
              <w:t>B</w:t>
            </w:r>
            <w:r w:rsidR="00435BF5">
              <w:rPr>
                <w:rFonts w:ascii="Calibri" w:hAnsi="Calibri" w:cs="Cambria"/>
                <w:i/>
              </w:rPr>
              <w:t xml:space="preserve"> is 3</w:t>
            </w:r>
            <w:r w:rsidR="00435BF5">
              <w:rPr>
                <w:rFonts w:ascii="Calibri" w:hAnsi="Calibri" w:cs="Cambria"/>
              </w:rPr>
              <w:t>:</w:t>
            </w: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</w:tc>
        <w:tc>
          <w:tcPr>
            <w:tcW w:w="5508" w:type="dxa"/>
          </w:tcPr>
          <w:p w:rsidR="00294DA4" w:rsidRPr="00E83035" w:rsidRDefault="00294DA4" w:rsidP="00435BF5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2. </w:t>
            </w:r>
            <w:r w:rsidR="00435BF5">
              <w:rPr>
                <w:rFonts w:ascii="Calibri" w:hAnsi="Calibri" w:cs="Cambria"/>
              </w:rPr>
              <w:t xml:space="preserve">Use </w:t>
            </w:r>
            <w:r w:rsidR="00435BF5" w:rsidRPr="00435BF5">
              <w:rPr>
                <w:rFonts w:ascii="Calibri" w:hAnsi="Calibri" w:cs="Cambria"/>
                <w:u w:val="single"/>
              </w:rPr>
              <w:t>absolute value</w:t>
            </w:r>
            <w:r w:rsidR="00435BF5">
              <w:rPr>
                <w:rFonts w:ascii="Calibri" w:hAnsi="Calibri" w:cs="Cambria"/>
              </w:rPr>
              <w:t xml:space="preserve"> to calculate the distance between</w:t>
            </w:r>
            <w:r w:rsidRPr="00E83035">
              <w:rPr>
                <w:rFonts w:ascii="Calibri" w:hAnsi="Calibri" w:cs="Cambria"/>
              </w:rPr>
              <w:t xml:space="preserve"> points </w:t>
            </w:r>
            <w:r w:rsidRPr="00E83035">
              <w:rPr>
                <w:rFonts w:ascii="Calibri" w:hAnsi="Calibri" w:cs="Cambria"/>
                <w:i/>
              </w:rPr>
              <w:t>B</w:t>
            </w:r>
            <w:r w:rsidRPr="00E83035">
              <w:rPr>
                <w:rFonts w:ascii="Calibri" w:hAnsi="Calibri" w:cs="Cambria"/>
              </w:rPr>
              <w:t xml:space="preserve"> and </w:t>
            </w:r>
            <w:r w:rsidRPr="00E83035">
              <w:rPr>
                <w:rFonts w:ascii="Calibri" w:hAnsi="Calibri" w:cs="Cambria"/>
                <w:i/>
              </w:rPr>
              <w:t>E</w:t>
            </w:r>
            <w:r w:rsidR="00435BF5">
              <w:rPr>
                <w:rFonts w:ascii="Calibri" w:hAnsi="Calibri" w:cs="Cambria"/>
              </w:rPr>
              <w:t>:</w:t>
            </w:r>
          </w:p>
        </w:tc>
      </w:tr>
      <w:tr w:rsidR="00294DA4" w:rsidTr="00714AAC">
        <w:tc>
          <w:tcPr>
            <w:tcW w:w="5508" w:type="dxa"/>
          </w:tcPr>
          <w:p w:rsidR="00294DA4" w:rsidRPr="00E83035" w:rsidRDefault="00294DA4" w:rsidP="00714AAC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3. </w:t>
            </w:r>
            <w:r w:rsidR="00435BF5">
              <w:rPr>
                <w:rFonts w:ascii="Calibri" w:hAnsi="Calibri" w:cs="Cambria"/>
              </w:rPr>
              <w:t xml:space="preserve">Use </w:t>
            </w:r>
            <w:r w:rsidR="00435BF5">
              <w:rPr>
                <w:rFonts w:ascii="Calibri" w:hAnsi="Calibri" w:cs="Cambria"/>
                <w:u w:val="single"/>
              </w:rPr>
              <w:t>absolute value</w:t>
            </w:r>
            <w:r w:rsidR="00435BF5">
              <w:rPr>
                <w:rFonts w:ascii="Calibri" w:hAnsi="Calibri" w:cs="Cambria"/>
              </w:rPr>
              <w:t xml:space="preserve"> to show how</w:t>
            </w:r>
            <w:r w:rsidRPr="00E83035">
              <w:rPr>
                <w:rFonts w:ascii="Calibri" w:hAnsi="Calibri" w:cs="Cambria"/>
              </w:rPr>
              <w:t xml:space="preserve"> much longer is </w:t>
            </w:r>
            <w:r w:rsidRPr="00E83035">
              <w:rPr>
                <w:rFonts w:ascii="Calibri" w:hAnsi="Calibri" w:cs="Cambria"/>
                <w:i/>
              </w:rPr>
              <w:t>AD</w:t>
            </w:r>
            <w:r w:rsidRPr="00E83035">
              <w:rPr>
                <w:rFonts w:ascii="Calibri" w:hAnsi="Calibri" w:cs="Cambria"/>
              </w:rPr>
              <w:t xml:space="preserve"> than </w:t>
            </w:r>
            <w:r w:rsidRPr="00E83035">
              <w:rPr>
                <w:rFonts w:ascii="Calibri" w:hAnsi="Calibri" w:cs="Cambria"/>
                <w:i/>
              </w:rPr>
              <w:t>BE</w:t>
            </w:r>
            <w:r w:rsidR="00435BF5">
              <w:rPr>
                <w:rFonts w:ascii="Calibri" w:hAnsi="Calibri" w:cs="Cambria"/>
              </w:rPr>
              <w:t>.</w:t>
            </w: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</w:tc>
        <w:tc>
          <w:tcPr>
            <w:tcW w:w="5508" w:type="dxa"/>
          </w:tcPr>
          <w:p w:rsidR="00294DA4" w:rsidRPr="00E83035" w:rsidRDefault="00294DA4" w:rsidP="00714AAC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4. </w:t>
            </w:r>
            <w:r w:rsidR="00435BF5">
              <w:rPr>
                <w:rFonts w:ascii="Calibri" w:hAnsi="Calibri" w:cs="Cambria"/>
              </w:rPr>
              <w:t xml:space="preserve">Use </w:t>
            </w:r>
            <w:r w:rsidR="00435BF5">
              <w:rPr>
                <w:rFonts w:ascii="Calibri" w:hAnsi="Calibri" w:cs="Cambria"/>
                <w:u w:val="single"/>
              </w:rPr>
              <w:t>absolute value</w:t>
            </w:r>
            <w:r w:rsidR="00435BF5">
              <w:rPr>
                <w:rFonts w:ascii="Calibri" w:hAnsi="Calibri" w:cs="Cambria"/>
              </w:rPr>
              <w:t xml:space="preserve"> to show how</w:t>
            </w:r>
            <w:r w:rsidR="00435BF5" w:rsidRPr="00E83035">
              <w:rPr>
                <w:rFonts w:ascii="Calibri" w:hAnsi="Calibri" w:cs="Cambria"/>
              </w:rPr>
              <w:t xml:space="preserve"> </w:t>
            </w:r>
            <w:r w:rsidRPr="00E83035">
              <w:rPr>
                <w:rFonts w:ascii="Calibri" w:hAnsi="Calibri" w:cs="Cambria"/>
              </w:rPr>
              <w:t xml:space="preserve">much longer is </w:t>
            </w:r>
            <w:r w:rsidRPr="00E83035">
              <w:rPr>
                <w:rFonts w:ascii="Calibri" w:hAnsi="Calibri" w:cs="Cambria"/>
                <w:i/>
              </w:rPr>
              <w:t>CD</w:t>
            </w:r>
            <w:r w:rsidRPr="00E83035">
              <w:rPr>
                <w:rFonts w:ascii="Calibri" w:hAnsi="Calibri" w:cs="Cambria"/>
              </w:rPr>
              <w:t xml:space="preserve"> than </w:t>
            </w:r>
            <w:r w:rsidRPr="00E83035">
              <w:rPr>
                <w:rFonts w:ascii="Calibri" w:hAnsi="Calibri" w:cs="Cambria"/>
                <w:i/>
              </w:rPr>
              <w:t>DE</w:t>
            </w:r>
            <w:r w:rsidR="00435BF5">
              <w:rPr>
                <w:rFonts w:ascii="Calibri" w:hAnsi="Calibri" w:cs="Cambria"/>
              </w:rPr>
              <w:t>.</w:t>
            </w:r>
          </w:p>
        </w:tc>
      </w:tr>
      <w:tr w:rsidR="00294DA4" w:rsidTr="00714AAC">
        <w:tc>
          <w:tcPr>
            <w:tcW w:w="11016" w:type="dxa"/>
            <w:gridSpan w:val="2"/>
          </w:tcPr>
          <w:p w:rsidR="00294DA4" w:rsidRPr="00E83035" w:rsidRDefault="00294DA4" w:rsidP="00714AAC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Use </w:t>
            </w:r>
            <w:r w:rsidR="00435BF5">
              <w:rPr>
                <w:rFonts w:ascii="Calibri" w:hAnsi="Calibri" w:cs="Cambria"/>
              </w:rPr>
              <w:t>the description of the points</w:t>
            </w:r>
            <w:r w:rsidRPr="00E83035">
              <w:rPr>
                <w:rFonts w:ascii="Calibri" w:hAnsi="Calibri" w:cs="Cambria"/>
              </w:rPr>
              <w:t xml:space="preserve"> to answer questions 5 – 6. </w:t>
            </w:r>
            <w:r w:rsidR="00435BF5">
              <w:rPr>
                <w:rFonts w:ascii="Calibri" w:hAnsi="Calibri" w:cs="Cambria"/>
              </w:rPr>
              <w:t xml:space="preserve">You may check your work using a number line, but you must </w:t>
            </w:r>
            <w:r w:rsidR="00435BF5">
              <w:rPr>
                <w:rFonts w:ascii="Calibri" w:hAnsi="Calibri" w:cs="Cambria"/>
                <w:i/>
              </w:rPr>
              <w:t xml:space="preserve">show your calculations using </w:t>
            </w:r>
            <w:r w:rsidR="00435BF5">
              <w:rPr>
                <w:rFonts w:ascii="Calibri" w:hAnsi="Calibri" w:cs="Cambria"/>
                <w:b/>
                <w:i/>
              </w:rPr>
              <w:t>absolute value</w:t>
            </w:r>
            <w:r w:rsidRPr="00E83035">
              <w:rPr>
                <w:rFonts w:ascii="Calibri" w:hAnsi="Calibri" w:cs="Cambria"/>
              </w:rPr>
              <w:t xml:space="preserve">. </w:t>
            </w:r>
          </w:p>
          <w:p w:rsidR="00294DA4" w:rsidRPr="00E83035" w:rsidRDefault="00435BF5" w:rsidP="00435BF5">
            <w:pPr>
              <w:tabs>
                <w:tab w:val="left" w:pos="2550"/>
              </w:tabs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</w:rPr>
              <w:tab/>
            </w:r>
          </w:p>
          <w:p w:rsidR="00294DA4" w:rsidRPr="00E83035" w:rsidRDefault="00435BF5" w:rsidP="00714AAC">
            <w:pPr>
              <w:rPr>
                <w:rFonts w:ascii="Calibri" w:hAnsi="Calibri" w:cs="Cambria"/>
                <w:i/>
              </w:rPr>
            </w:pPr>
            <w:r>
              <w:rPr>
                <w:rFonts w:ascii="Calibri" w:hAnsi="Calibri" w:cs="Cambria"/>
                <w:i/>
              </w:rPr>
              <w:t>P</w:t>
            </w:r>
            <w:r w:rsidR="00294DA4" w:rsidRPr="00E83035">
              <w:rPr>
                <w:rFonts w:ascii="Calibri" w:hAnsi="Calibri" w:cs="Cambria"/>
                <w:i/>
              </w:rPr>
              <w:t xml:space="preserve">oint W </w:t>
            </w:r>
            <w:proofErr w:type="gramStart"/>
            <w:r w:rsidR="00294DA4" w:rsidRPr="00E83035">
              <w:rPr>
                <w:rFonts w:ascii="Calibri" w:hAnsi="Calibri" w:cs="Cambria"/>
                <w:i/>
              </w:rPr>
              <w:t>is  3</w:t>
            </w:r>
            <w:proofErr w:type="gramEnd"/>
            <w:r w:rsidR="00294DA4" w:rsidRPr="00E83035">
              <w:rPr>
                <w:rFonts w:ascii="Calibri" w:hAnsi="Calibri" w:cs="Cambria"/>
                <w:i/>
              </w:rPr>
              <w:t xml:space="preserve">, X is  –5, Y is  –16, and Z is  11. </w:t>
            </w:r>
          </w:p>
          <w:p w:rsidR="00294DA4" w:rsidRPr="00E83035" w:rsidRDefault="00294DA4" w:rsidP="00714AAC">
            <w:pPr>
              <w:rPr>
                <w:rFonts w:ascii="Calibri" w:hAnsi="Calibri"/>
              </w:rPr>
            </w:pPr>
          </w:p>
        </w:tc>
      </w:tr>
      <w:tr w:rsidR="00294DA4" w:rsidTr="00714AAC">
        <w:tc>
          <w:tcPr>
            <w:tcW w:w="5508" w:type="dxa"/>
          </w:tcPr>
          <w:p w:rsidR="00294DA4" w:rsidRPr="00E83035" w:rsidRDefault="00294DA4" w:rsidP="00714AAC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5. What is the distance, in coordinate units, between points </w:t>
            </w:r>
            <w:r w:rsidRPr="00E83035">
              <w:rPr>
                <w:rFonts w:ascii="Calibri" w:hAnsi="Calibri" w:cs="Cambria"/>
                <w:i/>
              </w:rPr>
              <w:t>W</w:t>
            </w:r>
            <w:r w:rsidRPr="00E83035">
              <w:rPr>
                <w:rFonts w:ascii="Calibri" w:hAnsi="Calibri" w:cs="Cambria"/>
              </w:rPr>
              <w:t xml:space="preserve"> and </w:t>
            </w:r>
            <w:r w:rsidRPr="00E83035">
              <w:rPr>
                <w:rFonts w:ascii="Calibri" w:hAnsi="Calibri" w:cs="Cambria"/>
                <w:i/>
              </w:rPr>
              <w:t>Z</w:t>
            </w:r>
            <w:r w:rsidRPr="00E83035">
              <w:rPr>
                <w:rFonts w:ascii="Calibri" w:hAnsi="Calibri" w:cs="Cambria"/>
              </w:rPr>
              <w:t xml:space="preserve">? </w:t>
            </w:r>
          </w:p>
        </w:tc>
        <w:tc>
          <w:tcPr>
            <w:tcW w:w="5508" w:type="dxa"/>
          </w:tcPr>
          <w:p w:rsidR="00294DA4" w:rsidRPr="00E83035" w:rsidRDefault="00294DA4" w:rsidP="00714AAC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6. What is the distance, in coordinate units, between points </w:t>
            </w:r>
            <w:r w:rsidRPr="00E83035">
              <w:rPr>
                <w:rFonts w:ascii="Calibri" w:hAnsi="Calibri" w:cs="Cambria"/>
                <w:i/>
              </w:rPr>
              <w:t>Y</w:t>
            </w:r>
            <w:r w:rsidRPr="00E83035">
              <w:rPr>
                <w:rFonts w:ascii="Calibri" w:hAnsi="Calibri" w:cs="Cambria"/>
              </w:rPr>
              <w:t xml:space="preserve"> and </w:t>
            </w:r>
            <w:r w:rsidRPr="00E83035">
              <w:rPr>
                <w:rFonts w:ascii="Calibri" w:hAnsi="Calibri" w:cs="Cambria"/>
                <w:i/>
              </w:rPr>
              <w:t>Z</w:t>
            </w:r>
            <w:r w:rsidRPr="00E83035">
              <w:rPr>
                <w:rFonts w:ascii="Calibri" w:hAnsi="Calibri" w:cs="Cambria"/>
              </w:rPr>
              <w:t>?</w:t>
            </w: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Default="00294DA4" w:rsidP="00714AAC">
            <w:pPr>
              <w:rPr>
                <w:rFonts w:ascii="Calibri" w:hAnsi="Calibri" w:cs="Cambria"/>
              </w:rPr>
            </w:pPr>
          </w:p>
          <w:p w:rsidR="00435BF5" w:rsidRDefault="00435BF5" w:rsidP="00714AAC">
            <w:pPr>
              <w:rPr>
                <w:rFonts w:ascii="Calibri" w:hAnsi="Calibri" w:cs="Cambria"/>
              </w:rPr>
            </w:pPr>
          </w:p>
          <w:p w:rsidR="00435BF5" w:rsidRPr="00E83035" w:rsidRDefault="00435BF5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</w:tc>
      </w:tr>
      <w:tr w:rsidR="00294DA4" w:rsidTr="00714AAC">
        <w:tc>
          <w:tcPr>
            <w:tcW w:w="5508" w:type="dxa"/>
          </w:tcPr>
          <w:p w:rsidR="00294DA4" w:rsidRPr="00E83035" w:rsidRDefault="00294DA4" w:rsidP="00714AAC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7. How much longer is </w:t>
            </w:r>
            <w:r w:rsidRPr="00E83035">
              <w:rPr>
                <w:rFonts w:ascii="Calibri" w:hAnsi="Calibri" w:cs="Cambria"/>
                <w:i/>
              </w:rPr>
              <w:t>WY</w:t>
            </w:r>
            <w:r w:rsidRPr="00E83035">
              <w:rPr>
                <w:rFonts w:ascii="Calibri" w:hAnsi="Calibri" w:cs="Cambria"/>
              </w:rPr>
              <w:t xml:space="preserve"> than </w:t>
            </w:r>
            <w:r w:rsidRPr="00E83035">
              <w:rPr>
                <w:rFonts w:ascii="Calibri" w:hAnsi="Calibri" w:cs="Cambria"/>
                <w:i/>
              </w:rPr>
              <w:t>XZ</w:t>
            </w:r>
            <w:r w:rsidRPr="00E83035">
              <w:rPr>
                <w:rFonts w:ascii="Calibri" w:hAnsi="Calibri" w:cs="Cambria"/>
              </w:rPr>
              <w:t xml:space="preserve">? </w:t>
            </w: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Default="00294DA4" w:rsidP="00714AAC">
            <w:pPr>
              <w:rPr>
                <w:rFonts w:ascii="Calibri" w:hAnsi="Calibri" w:cs="Cambria"/>
              </w:rPr>
            </w:pPr>
          </w:p>
          <w:p w:rsidR="00435BF5" w:rsidRDefault="00435BF5" w:rsidP="00714AAC">
            <w:pPr>
              <w:rPr>
                <w:rFonts w:ascii="Calibri" w:hAnsi="Calibri" w:cs="Cambria"/>
              </w:rPr>
            </w:pPr>
          </w:p>
          <w:p w:rsidR="00435BF5" w:rsidRPr="00E83035" w:rsidRDefault="00435BF5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</w:tc>
        <w:tc>
          <w:tcPr>
            <w:tcW w:w="5508" w:type="dxa"/>
          </w:tcPr>
          <w:p w:rsidR="00294DA4" w:rsidRPr="00E83035" w:rsidRDefault="00294DA4" w:rsidP="00714AAC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8. How much longer is </w:t>
            </w:r>
            <w:r w:rsidRPr="00E83035">
              <w:rPr>
                <w:rFonts w:ascii="Calibri" w:hAnsi="Calibri" w:cs="Cambria"/>
                <w:i/>
              </w:rPr>
              <w:t>YZ</w:t>
            </w:r>
            <w:r w:rsidRPr="00E83035">
              <w:rPr>
                <w:rFonts w:ascii="Calibri" w:hAnsi="Calibri" w:cs="Cambria"/>
              </w:rPr>
              <w:t xml:space="preserve"> than </w:t>
            </w:r>
            <w:r w:rsidRPr="00E83035">
              <w:rPr>
                <w:rFonts w:ascii="Calibri" w:hAnsi="Calibri" w:cs="Cambria"/>
                <w:i/>
              </w:rPr>
              <w:t>WX</w:t>
            </w:r>
            <w:r w:rsidRPr="00E83035">
              <w:rPr>
                <w:rFonts w:ascii="Calibri" w:hAnsi="Calibri" w:cs="Cambria"/>
              </w:rPr>
              <w:t xml:space="preserve">? </w:t>
            </w:r>
          </w:p>
        </w:tc>
      </w:tr>
    </w:tbl>
    <w:p w:rsidR="00294DA4" w:rsidRDefault="00294DA4" w:rsidP="00294DA4"/>
    <w:p w:rsidR="009B1165" w:rsidRDefault="009B1165">
      <w:pPr>
        <w:rPr>
          <w:rFonts w:ascii="Calibri" w:hAnsi="Calibri"/>
          <w:sz w:val="2"/>
        </w:rPr>
      </w:pPr>
      <w:r>
        <w:rPr>
          <w:rFonts w:ascii="Calibri" w:hAnsi="Calibri"/>
          <w:sz w:val="2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08"/>
        <w:gridCol w:w="5508"/>
      </w:tblGrid>
      <w:tr w:rsidR="0096107D" w:rsidTr="001C16ED">
        <w:tc>
          <w:tcPr>
            <w:tcW w:w="11016" w:type="dxa"/>
            <w:gridSpan w:val="2"/>
          </w:tcPr>
          <w:p w:rsidR="00FC2BCA" w:rsidRDefault="0096107D" w:rsidP="00714AAC">
            <w:pPr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</w:rPr>
              <w:lastRenderedPageBreak/>
              <w:t>9a. On the number line below, show the two points that demonstrate |x| = 7, meaning “the absolute value of x is 7</w:t>
            </w:r>
            <w:r w:rsidR="00FC2BCA">
              <w:rPr>
                <w:rFonts w:ascii="Calibri" w:hAnsi="Calibri" w:cs="Cambria"/>
              </w:rPr>
              <w:t>” or “x is 7 away from 0”.</w:t>
            </w:r>
          </w:p>
          <w:p w:rsidR="00FC2BCA" w:rsidRPr="00E83035" w:rsidRDefault="00FC2BCA" w:rsidP="00714AAC">
            <w:pPr>
              <w:rPr>
                <w:rFonts w:ascii="Calibri" w:hAnsi="Calibri" w:cs="Cambria"/>
              </w:rPr>
            </w:pPr>
          </w:p>
          <w:p w:rsidR="0096107D" w:rsidRDefault="0096107D" w:rsidP="00714AAC">
            <w:pPr>
              <w:rPr>
                <w:rFonts w:ascii="Calibri" w:hAnsi="Calibri" w:cs="Cambria"/>
              </w:rPr>
            </w:pPr>
            <w:r>
              <w:rPr>
                <w:noProof/>
              </w:rPr>
              <w:drawing>
                <wp:inline distT="0" distB="0" distL="0" distR="0">
                  <wp:extent cx="5505450" cy="384101"/>
                  <wp:effectExtent l="19050" t="0" r="0" b="0"/>
                  <wp:docPr id="5" name="Picture 1" descr="http://www.algebra-class.com/images/numberli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lgebra-class.com/images/numberli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/>
                          <a:srcRect l="2864" t="6838" r="3103" b="675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05450" cy="3841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107D" w:rsidRPr="00E83035" w:rsidRDefault="0096107D" w:rsidP="00714AAC">
            <w:pPr>
              <w:rPr>
                <w:rFonts w:ascii="Calibri" w:hAnsi="Calibri" w:cs="Cambria"/>
              </w:rPr>
            </w:pPr>
          </w:p>
          <w:p w:rsidR="0096107D" w:rsidRDefault="0096107D" w:rsidP="0096107D">
            <w:pPr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</w:rPr>
              <w:t>9b. Write the solution set to |x|=7:   {__</w:t>
            </w:r>
            <w:r w:rsidR="000E2173">
              <w:rPr>
                <w:rFonts w:ascii="Calibri" w:hAnsi="Calibri" w:cs="Cambria"/>
              </w:rPr>
              <w:t>_</w:t>
            </w:r>
            <w:r>
              <w:rPr>
                <w:rFonts w:ascii="Calibri" w:hAnsi="Calibri" w:cs="Cambria"/>
              </w:rPr>
              <w:t>_, ____}</w:t>
            </w:r>
          </w:p>
          <w:p w:rsidR="0096107D" w:rsidRDefault="0096107D" w:rsidP="0096107D">
            <w:pPr>
              <w:rPr>
                <w:rFonts w:ascii="Calibri" w:hAnsi="Calibri" w:cs="Cambria"/>
              </w:rPr>
            </w:pPr>
          </w:p>
          <w:p w:rsidR="0096107D" w:rsidRDefault="0096107D" w:rsidP="0096107D">
            <w:pPr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</w:rPr>
              <w:t>9c. What is the difference between the two possible values for x? _____. Explain why this is the answer using the number line:</w:t>
            </w:r>
          </w:p>
          <w:p w:rsidR="0096107D" w:rsidRDefault="0096107D" w:rsidP="0096107D">
            <w:pPr>
              <w:rPr>
                <w:rFonts w:ascii="Calibri" w:hAnsi="Calibri" w:cs="Cambria"/>
              </w:rPr>
            </w:pPr>
          </w:p>
          <w:p w:rsidR="0096107D" w:rsidRDefault="0096107D" w:rsidP="0096107D">
            <w:pPr>
              <w:rPr>
                <w:rFonts w:ascii="Calibri" w:hAnsi="Calibri" w:cs="Cambria"/>
              </w:rPr>
            </w:pPr>
          </w:p>
          <w:p w:rsidR="0096107D" w:rsidRPr="00E83035" w:rsidRDefault="0096107D" w:rsidP="00714AAC">
            <w:pPr>
              <w:rPr>
                <w:rFonts w:ascii="Calibri" w:hAnsi="Calibri" w:cs="Cambria"/>
              </w:rPr>
            </w:pPr>
          </w:p>
        </w:tc>
      </w:tr>
      <w:tr w:rsidR="000E2173" w:rsidTr="00FC2BCA">
        <w:trPr>
          <w:trHeight w:val="1817"/>
        </w:trPr>
        <w:tc>
          <w:tcPr>
            <w:tcW w:w="11016" w:type="dxa"/>
            <w:gridSpan w:val="2"/>
          </w:tcPr>
          <w:p w:rsidR="00B831B8" w:rsidRDefault="000E2173" w:rsidP="00714AAC">
            <w:pPr>
              <w:rPr>
                <w:rFonts w:ascii="Calibri" w:hAnsi="Calibri" w:cs="Cambria"/>
              </w:rPr>
            </w:pPr>
            <w:proofErr w:type="gramStart"/>
            <w:r>
              <w:rPr>
                <w:rFonts w:ascii="Calibri" w:hAnsi="Calibri" w:cs="Cambria"/>
              </w:rPr>
              <w:t xml:space="preserve">10a. </w:t>
            </w:r>
            <w:r w:rsidR="00B831B8">
              <w:rPr>
                <w:rFonts w:ascii="Calibri" w:hAnsi="Calibri" w:cs="Cambria"/>
              </w:rPr>
              <w:t>Which of the following absolute value equations describes the number line below?</w:t>
            </w:r>
            <w:proofErr w:type="gramEnd"/>
            <w:r w:rsidR="00B831B8">
              <w:rPr>
                <w:rFonts w:ascii="Calibri" w:hAnsi="Calibri" w:cs="Cambria"/>
              </w:rPr>
              <w:t xml:space="preserve"> Explain why.</w:t>
            </w:r>
            <w:r>
              <w:rPr>
                <w:rFonts w:ascii="Calibri" w:hAnsi="Calibri" w:cs="Cambria"/>
              </w:rPr>
              <w:t xml:space="preserve"> </w:t>
            </w:r>
          </w:p>
          <w:p w:rsidR="00B831B8" w:rsidRPr="00B831B8" w:rsidRDefault="000E2173" w:rsidP="00B831B8">
            <w:pPr>
              <w:pStyle w:val="ListParagraph"/>
              <w:numPr>
                <w:ilvl w:val="0"/>
                <w:numId w:val="5"/>
              </w:numPr>
              <w:tabs>
                <w:tab w:val="left" w:pos="1545"/>
              </w:tabs>
              <w:rPr>
                <w:rFonts w:ascii="Calibri" w:hAnsi="Calibri" w:cs="Cambria"/>
              </w:rPr>
            </w:pPr>
            <w:r w:rsidRPr="00B831B8">
              <w:rPr>
                <w:rFonts w:ascii="Calibri" w:hAnsi="Calibri" w:cs="Cambria"/>
              </w:rPr>
              <w:t xml:space="preserve">|x – </w:t>
            </w:r>
            <w:r w:rsidR="00B831B8" w:rsidRPr="00B831B8">
              <w:rPr>
                <w:rFonts w:ascii="Calibri" w:hAnsi="Calibri" w:cs="Cambria"/>
              </w:rPr>
              <w:t>4</w:t>
            </w:r>
            <w:r w:rsidRPr="00B831B8">
              <w:rPr>
                <w:rFonts w:ascii="Calibri" w:hAnsi="Calibri" w:cs="Cambria"/>
              </w:rPr>
              <w:t>| =</w:t>
            </w:r>
            <w:r w:rsidR="00B831B8" w:rsidRPr="00B831B8">
              <w:rPr>
                <w:rFonts w:ascii="Calibri" w:hAnsi="Calibri" w:cs="Cambria"/>
              </w:rPr>
              <w:t xml:space="preserve"> 1</w:t>
            </w:r>
            <w:r w:rsidR="00B831B8" w:rsidRPr="00B831B8">
              <w:rPr>
                <w:rFonts w:ascii="Calibri" w:hAnsi="Calibri" w:cs="Cambria"/>
              </w:rPr>
              <w:tab/>
            </w:r>
          </w:p>
          <w:p w:rsidR="000E2173" w:rsidRPr="00FC2BCA" w:rsidRDefault="00B831B8" w:rsidP="00FC2BCA">
            <w:pPr>
              <w:pStyle w:val="ListParagraph"/>
              <w:numPr>
                <w:ilvl w:val="0"/>
                <w:numId w:val="5"/>
              </w:numPr>
              <w:tabs>
                <w:tab w:val="left" w:pos="3150"/>
                <w:tab w:val="left" w:pos="3870"/>
                <w:tab w:val="left" w:pos="5220"/>
                <w:tab w:val="left" w:pos="6030"/>
              </w:tabs>
              <w:rPr>
                <w:rFonts w:ascii="Calibri" w:hAnsi="Calibri" w:cs="Cambria"/>
              </w:rPr>
            </w:pPr>
            <w:r w:rsidRPr="00B831B8">
              <w:rPr>
                <w:rFonts w:ascii="Calibri" w:hAnsi="Calibri" w:cs="Cambria"/>
              </w:rPr>
              <w:t>|x – 1| = 4</w:t>
            </w:r>
            <w:r w:rsidR="00FC2BCA">
              <w:rPr>
                <w:rFonts w:ascii="Calibri" w:hAnsi="Calibri" w:cs="Cambria"/>
              </w:rPr>
              <w:tab/>
            </w:r>
            <w:r w:rsidR="00736E63" w:rsidRPr="00FC2BCA">
              <w:rPr>
                <w:rFonts w:ascii="Calibri" w:hAnsi="Calibri" w:cs="Cambria"/>
              </w:rPr>
              <w:t>X</w:t>
            </w:r>
            <w:r w:rsidR="00736E63" w:rsidRPr="00FC2BCA">
              <w:rPr>
                <w:rFonts w:ascii="Calibri" w:hAnsi="Calibri" w:cs="Cambria"/>
                <w:strike/>
                <w:vertAlign w:val="subscript"/>
              </w:rPr>
              <w:t>1</w:t>
            </w:r>
            <w:r w:rsidR="00736E63" w:rsidRPr="00FC2BCA">
              <w:rPr>
                <w:rFonts w:ascii="Calibri" w:hAnsi="Calibri" w:cs="Cambria"/>
              </w:rPr>
              <w:tab/>
              <w:t>(4)</w:t>
            </w:r>
            <w:r w:rsidR="00736E63" w:rsidRPr="00FC2BCA">
              <w:rPr>
                <w:rFonts w:ascii="Calibri" w:hAnsi="Calibri" w:cs="Cambria"/>
              </w:rPr>
              <w:tab/>
              <w:t>(4)</w:t>
            </w:r>
            <w:r w:rsidR="00736E63" w:rsidRPr="00FC2BCA">
              <w:rPr>
                <w:rFonts w:ascii="Calibri" w:hAnsi="Calibri" w:cs="Cambria"/>
              </w:rPr>
              <w:tab/>
              <w:t>X</w:t>
            </w:r>
            <w:r w:rsidR="00736E63" w:rsidRPr="00FC2BCA">
              <w:rPr>
                <w:rFonts w:ascii="Calibri" w:hAnsi="Calibri" w:cs="Cambria"/>
                <w:vertAlign w:val="subscript"/>
              </w:rPr>
              <w:t>2</w:t>
            </w:r>
            <w:r w:rsidR="00736E63" w:rsidRPr="00FC2BCA">
              <w:rPr>
                <w:rFonts w:ascii="Calibri" w:hAnsi="Calibri" w:cs="Cambria"/>
              </w:rPr>
              <w:tab/>
            </w:r>
            <w:r w:rsidR="00736E63" w:rsidRPr="00FC2BCA">
              <w:rPr>
                <w:rFonts w:ascii="Calibri" w:hAnsi="Calibri" w:cs="Cambria"/>
              </w:rPr>
              <w:tab/>
            </w:r>
            <w:r w:rsidR="00736E63" w:rsidRPr="00FC2BCA">
              <w:rPr>
                <w:rFonts w:ascii="Calibri" w:hAnsi="Calibri" w:cs="Cambria"/>
              </w:rPr>
              <w:tab/>
            </w:r>
          </w:p>
          <w:p w:rsidR="000E2173" w:rsidRPr="00E83035" w:rsidRDefault="000E2173" w:rsidP="00714AAC">
            <w:pPr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  <w:noProof/>
              </w:rPr>
              <w:pict>
                <v:shapetype id="_x0000_t105" coordsize="21600,21600" o:spt="105" adj="12960,19440,14400" path="wr,0@3@23,0@22@4,0@15,0@1@23@7,0@13@2l@14@2@8@22@12@2at,0@3@23@11@2@17@26@15,0@1@23@17@26@15@22xewr,0@3@23@4,0@17@26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sum height 0 #2"/>
                    <v:f eqn="ellipse @9 height @4"/>
                    <v:f eqn="sum @4 @10 0"/>
                    <v:f eqn="sum @11 #1 width"/>
                    <v:f eqn="sum @7 @10 0"/>
                    <v:f eqn="sum @12 width #0"/>
                    <v:f eqn="sum @5 0 #0"/>
                    <v:f eqn="prod @15 1 2"/>
                    <v:f eqn="mid @4 @7"/>
                    <v:f eqn="sum #0 #1 width"/>
                    <v:f eqn="prod @18 1 2"/>
                    <v:f eqn="sum @17 0 @19"/>
                    <v:f eqn="val width"/>
                    <v:f eqn="val height"/>
                    <v:f eqn="prod height 2 1"/>
                    <v:f eqn="sum @17 0 @4"/>
                    <v:f eqn="ellipse @24 @4 height"/>
                    <v:f eqn="sum height 0 @25"/>
                    <v:f eqn="sum @8 128 0"/>
                    <v:f eqn="prod @5 1 2"/>
                    <v:f eqn="sum @5 0 128"/>
                    <v:f eqn="sum #0 @17 @12"/>
                    <v:f eqn="ellipse @20 @4 height"/>
                    <v:f eqn="sum width 0 #0"/>
                    <v:f eqn="prod @32 1 2"/>
                    <v:f eqn="prod height height 1"/>
                    <v:f eqn="prod @9 @9 1"/>
                    <v:f eqn="sum @34 0 @35"/>
                    <v:f eqn="sqrt @36"/>
                    <v:f eqn="sum @37 height 0"/>
                    <v:f eqn="prod width height @38"/>
                    <v:f eqn="sum @39 64 0"/>
                    <v:f eqn="prod #0 1 2"/>
                    <v:f eqn="ellipse @33 @41 height"/>
                    <v:f eqn="sum height 0 @42"/>
                    <v:f eqn="sum @43 64 0"/>
                    <v:f eqn="prod @4 1 2"/>
                    <v:f eqn="sum #1 0 @45"/>
                    <v:f eqn="prod height 4390 32768"/>
                    <v:f eqn="prod height 28378 32768"/>
                  </v:formulas>
                  <v:path o:extrusionok="f" o:connecttype="custom" o:connectlocs="@17,0;@16,@22;@12,@2;@8,@22;@14,@2" o:connectangles="270,90,90,90,0" textboxrect="@45,@47,@46,@48"/>
                  <v:handles>
                    <v:h position="#0,bottomRight" xrange="@40,@29"/>
                    <v:h position="#1,bottomRight" xrange="@27,@21"/>
                    <v:h position="bottomRight,#2" yrange="@44,@22"/>
                  </v:handles>
                  <o:complex v:ext="view"/>
                </v:shapetype>
                <v:shape id="_x0000_s1037" type="#_x0000_t105" style="position:absolute;margin-left:152.25pt;margin-top:4.95pt;width:81pt;height:12pt;flip:x;z-index:251671552" adj="17152"/>
              </w:pict>
            </w:r>
            <w:r>
              <w:rPr>
                <w:rFonts w:ascii="Calibri" w:hAnsi="Calibri" w:cs="Cambria"/>
                <w:noProof/>
              </w:rPr>
              <w:pict>
                <v:shape id="_x0000_s1036" type="#_x0000_t105" style="position:absolute;margin-left:232.5pt;margin-top:4.95pt;width:84.75pt;height:12pt;z-index:251670528" adj="17152"/>
              </w:pict>
            </w:r>
          </w:p>
          <w:p w:rsidR="000E2173" w:rsidRPr="00E83035" w:rsidRDefault="000E2173" w:rsidP="00714AAC">
            <w:pPr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  <w:noProof/>
              </w:rPr>
              <w:pict>
                <v:oval id="_x0000_s1034" style="position:absolute;margin-left:303.35pt;margin-top:8.75pt;width:7.15pt;height:7.15pt;z-index:251669504" fillcolor="black [3213]" strokecolor="black [3213]"/>
              </w:pict>
            </w:r>
            <w:r>
              <w:rPr>
                <w:rFonts w:ascii="Calibri" w:hAnsi="Calibri" w:cs="Cambria"/>
                <w:noProof/>
              </w:rPr>
              <w:pict>
                <v:oval id="_x0000_s1033" style="position:absolute;margin-left:157.5pt;margin-top:8.75pt;width:7.15pt;height:7.15pt;z-index:251668480" fillcolor="black [3213]" strokecolor="black [3213]"/>
              </w:pict>
            </w:r>
            <w:r>
              <w:rPr>
                <w:noProof/>
              </w:rPr>
              <w:pict>
                <v:oval id="_x0000_s1032" style="position:absolute;margin-left:231pt;margin-top:8.75pt;width:7.15pt;height:7.15pt;z-index:251667456" fillcolor="black [3213]" strokecolor="black [3213]"/>
              </w:pict>
            </w:r>
            <w:r>
              <w:rPr>
                <w:noProof/>
              </w:rPr>
              <w:drawing>
                <wp:inline distT="0" distB="0" distL="0" distR="0">
                  <wp:extent cx="5505450" cy="384101"/>
                  <wp:effectExtent l="19050" t="0" r="0" b="0"/>
                  <wp:docPr id="8" name="Picture 1" descr="http://www.algebra-class.com/images/numberli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lgebra-class.com/images/numberli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/>
                          <a:srcRect l="2864" t="6838" r="3103" b="675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05450" cy="3841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31B8" w:rsidTr="00714AAC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BCA" w:rsidRPr="00E83035" w:rsidRDefault="00FC2BCA" w:rsidP="00FC2BCA">
            <w:pPr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</w:rPr>
              <w:t>10b. How would you describe this situation in words?</w:t>
            </w:r>
          </w:p>
          <w:p w:rsidR="00B831B8" w:rsidRPr="00E83035" w:rsidRDefault="00B831B8" w:rsidP="00714AAC">
            <w:pPr>
              <w:rPr>
                <w:rFonts w:ascii="Calibri" w:hAnsi="Calibri" w:cs="Cambria"/>
              </w:rPr>
            </w:pPr>
          </w:p>
          <w:p w:rsidR="00B831B8" w:rsidRPr="00E83035" w:rsidRDefault="00B831B8" w:rsidP="00714AAC">
            <w:pPr>
              <w:rPr>
                <w:rFonts w:ascii="Calibri" w:hAnsi="Calibri" w:cs="Cambria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B8" w:rsidRDefault="00B831B8" w:rsidP="00714AAC">
            <w:pPr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</w:rPr>
              <w:t>10c. What is the difference between the two values of X</w:t>
            </w:r>
            <w:r w:rsidR="00FC2BCA">
              <w:rPr>
                <w:rFonts w:ascii="Calibri" w:hAnsi="Calibri" w:cs="Cambria"/>
              </w:rPr>
              <w:t xml:space="preserve"> (5 and -3)</w:t>
            </w:r>
            <w:proofErr w:type="gramStart"/>
            <w:r>
              <w:rPr>
                <w:rFonts w:ascii="Calibri" w:hAnsi="Calibri" w:cs="Cambria"/>
              </w:rPr>
              <w:t xml:space="preserve">? </w:t>
            </w:r>
            <w:r w:rsidR="00FC2BCA">
              <w:rPr>
                <w:rFonts w:ascii="Calibri" w:hAnsi="Calibri" w:cs="Cambria"/>
              </w:rPr>
              <w:t xml:space="preserve"> </w:t>
            </w:r>
            <w:proofErr w:type="gramEnd"/>
            <w:r w:rsidR="00FC2BCA">
              <w:rPr>
                <w:rFonts w:ascii="Calibri" w:hAnsi="Calibri" w:cs="Cambria"/>
              </w:rPr>
              <w:t>Demonstrate this using an algebraic equation.</w:t>
            </w:r>
          </w:p>
          <w:p w:rsidR="00B831B8" w:rsidRDefault="00B831B8" w:rsidP="00714AAC">
            <w:pPr>
              <w:rPr>
                <w:rFonts w:ascii="Calibri" w:hAnsi="Calibri" w:cs="Cambria"/>
              </w:rPr>
            </w:pPr>
          </w:p>
          <w:p w:rsidR="00B831B8" w:rsidRDefault="00B831B8" w:rsidP="00714AAC">
            <w:pPr>
              <w:rPr>
                <w:rFonts w:ascii="Calibri" w:hAnsi="Calibri" w:cs="Cambria"/>
              </w:rPr>
            </w:pPr>
          </w:p>
          <w:p w:rsidR="00FC2BCA" w:rsidRDefault="00FC2BCA" w:rsidP="00714AAC">
            <w:pPr>
              <w:rPr>
                <w:rFonts w:ascii="Calibri" w:hAnsi="Calibri" w:cs="Cambria"/>
              </w:rPr>
            </w:pPr>
          </w:p>
          <w:p w:rsidR="00B831B8" w:rsidRDefault="00B831B8" w:rsidP="00714AAC">
            <w:pPr>
              <w:rPr>
                <w:rFonts w:ascii="Calibri" w:hAnsi="Calibri" w:cs="Cambria"/>
              </w:rPr>
            </w:pPr>
            <w:proofErr w:type="gramStart"/>
            <w:r>
              <w:rPr>
                <w:rFonts w:ascii="Calibri" w:hAnsi="Calibri" w:cs="Cambria"/>
              </w:rPr>
              <w:t xml:space="preserve">10d. How does this relate to the </w:t>
            </w:r>
            <w:r w:rsidR="00FC2BCA">
              <w:rPr>
                <w:rFonts w:ascii="Calibri" w:hAnsi="Calibri" w:cs="Cambria"/>
              </w:rPr>
              <w:t>original absolute value equation?</w:t>
            </w:r>
            <w:proofErr w:type="gramEnd"/>
          </w:p>
          <w:p w:rsidR="00FC2BCA" w:rsidRDefault="00FC2BCA" w:rsidP="00714AAC">
            <w:pPr>
              <w:rPr>
                <w:rFonts w:ascii="Calibri" w:hAnsi="Calibri" w:cs="Cambria"/>
              </w:rPr>
            </w:pPr>
          </w:p>
          <w:p w:rsidR="00FC2BCA" w:rsidRDefault="00FC2BCA" w:rsidP="00714AAC">
            <w:pPr>
              <w:rPr>
                <w:rFonts w:ascii="Calibri" w:hAnsi="Calibri" w:cs="Cambria"/>
              </w:rPr>
            </w:pPr>
          </w:p>
          <w:p w:rsidR="00FC2BCA" w:rsidRDefault="00FC2BCA" w:rsidP="00714AAC">
            <w:pPr>
              <w:rPr>
                <w:rFonts w:ascii="Calibri" w:hAnsi="Calibri" w:cs="Cambria"/>
              </w:rPr>
            </w:pPr>
          </w:p>
          <w:p w:rsidR="00FC2BCA" w:rsidRPr="00E83035" w:rsidRDefault="00FC2BCA" w:rsidP="00714AAC">
            <w:pPr>
              <w:rPr>
                <w:rFonts w:ascii="Calibri" w:hAnsi="Calibri" w:cs="Cambria"/>
              </w:rPr>
            </w:pPr>
          </w:p>
        </w:tc>
      </w:tr>
      <w:tr w:rsidR="0096107D" w:rsidTr="000E2173">
        <w:trPr>
          <w:trHeight w:val="2177"/>
        </w:trPr>
        <w:tc>
          <w:tcPr>
            <w:tcW w:w="11016" w:type="dxa"/>
            <w:gridSpan w:val="2"/>
          </w:tcPr>
          <w:p w:rsidR="0096107D" w:rsidRDefault="0096107D" w:rsidP="00714AAC">
            <w:pPr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</w:rPr>
              <w:t>10a</w:t>
            </w:r>
            <w:r>
              <w:rPr>
                <w:rFonts w:ascii="Calibri" w:hAnsi="Calibri" w:cs="Cambria"/>
              </w:rPr>
              <w:t xml:space="preserve">. On the number line </w:t>
            </w:r>
            <w:proofErr w:type="spellStart"/>
            <w:r>
              <w:rPr>
                <w:rFonts w:ascii="Calibri" w:hAnsi="Calibri" w:cs="Cambria"/>
              </w:rPr>
              <w:t>below</w:t>
            </w:r>
            <w:r w:rsidR="000E2173">
              <w:rPr>
                <w:rFonts w:ascii="Calibri" w:hAnsi="Calibri" w:cs="Cambria"/>
              </w:rPr>
              <w:t>,s</w:t>
            </w:r>
            <w:r w:rsidR="009C424C">
              <w:rPr>
                <w:rFonts w:ascii="Calibri" w:hAnsi="Calibri" w:cs="Cambria"/>
              </w:rPr>
              <w:t>how</w:t>
            </w:r>
            <w:proofErr w:type="spellEnd"/>
            <w:r w:rsidR="009C424C">
              <w:rPr>
                <w:rFonts w:ascii="Calibri" w:hAnsi="Calibri" w:cs="Cambria"/>
              </w:rPr>
              <w:t xml:space="preserve"> the two possible points for x on the number line</w:t>
            </w:r>
            <w:r w:rsidR="000E2173">
              <w:rPr>
                <w:rFonts w:ascii="Calibri" w:hAnsi="Calibri" w:cs="Cambria"/>
              </w:rPr>
              <w:t xml:space="preserve"> for the equation</w:t>
            </w:r>
            <w:r w:rsidR="000E2173">
              <w:rPr>
                <w:rFonts w:ascii="Calibri" w:hAnsi="Calibri" w:cs="Cambria"/>
              </w:rPr>
              <w:t xml:space="preserve"> </w:t>
            </w:r>
            <w:r w:rsidR="000E2173">
              <w:rPr>
                <w:rFonts w:ascii="Calibri" w:hAnsi="Calibri" w:cs="Cambria"/>
              </w:rPr>
              <w:t xml:space="preserve">|x – 3| </w:t>
            </w:r>
            <w:r w:rsidR="000E2173">
              <w:rPr>
                <w:rFonts w:ascii="Calibri" w:hAnsi="Calibri" w:cs="Cambria"/>
              </w:rPr>
              <w:t xml:space="preserve">= </w:t>
            </w:r>
            <w:r w:rsidR="000E2173">
              <w:rPr>
                <w:rFonts w:ascii="Calibri" w:hAnsi="Calibri" w:cs="Cambria"/>
              </w:rPr>
              <w:t>7</w:t>
            </w:r>
            <w:r w:rsidR="009C424C">
              <w:rPr>
                <w:rFonts w:ascii="Calibri" w:hAnsi="Calibri" w:cs="Cambria"/>
              </w:rPr>
              <w:t>:</w:t>
            </w:r>
          </w:p>
          <w:p w:rsidR="0096107D" w:rsidRDefault="0096107D" w:rsidP="00714AAC">
            <w:pPr>
              <w:rPr>
                <w:rFonts w:ascii="Calibri" w:hAnsi="Calibri" w:cs="Cambria"/>
              </w:rPr>
            </w:pPr>
          </w:p>
          <w:p w:rsidR="000E2173" w:rsidRPr="00E83035" w:rsidRDefault="000E2173" w:rsidP="00714AAC">
            <w:pPr>
              <w:rPr>
                <w:rFonts w:ascii="Calibri" w:hAnsi="Calibri" w:cs="Cambria"/>
              </w:rPr>
            </w:pPr>
          </w:p>
          <w:p w:rsidR="0096107D" w:rsidRDefault="0096107D" w:rsidP="00714AAC">
            <w:pPr>
              <w:rPr>
                <w:rFonts w:ascii="Calibri" w:hAnsi="Calibri" w:cs="Cambria"/>
              </w:rPr>
            </w:pPr>
            <w:r>
              <w:rPr>
                <w:noProof/>
              </w:rPr>
              <w:drawing>
                <wp:inline distT="0" distB="0" distL="0" distR="0">
                  <wp:extent cx="5505450" cy="384101"/>
                  <wp:effectExtent l="19050" t="0" r="0" b="0"/>
                  <wp:docPr id="6" name="Picture 1" descr="http://www.algebra-class.com/images/numberli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lgebra-class.com/images/numberli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/>
                          <a:srcRect l="2864" t="6838" r="3103" b="675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05450" cy="3841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107D" w:rsidRPr="00E83035" w:rsidRDefault="0096107D" w:rsidP="00714AAC">
            <w:pPr>
              <w:rPr>
                <w:rFonts w:ascii="Calibri" w:hAnsi="Calibri" w:cs="Cambria"/>
              </w:rPr>
            </w:pPr>
          </w:p>
          <w:p w:rsidR="0096107D" w:rsidRDefault="009C424C" w:rsidP="00714AAC">
            <w:pPr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</w:rPr>
              <w:t xml:space="preserve">10b. Using the number line, demonstrate how this equation </w:t>
            </w:r>
            <w:proofErr w:type="gramStart"/>
            <w:r>
              <w:rPr>
                <w:rFonts w:ascii="Calibri" w:hAnsi="Calibri" w:cs="Cambria"/>
              </w:rPr>
              <w:t>means</w:t>
            </w:r>
            <w:proofErr w:type="gramEnd"/>
            <w:r>
              <w:rPr>
                <w:rFonts w:ascii="Calibri" w:hAnsi="Calibri" w:cs="Cambria"/>
              </w:rPr>
              <w:t xml:space="preserve"> “x is 7 units away from 3.”</w:t>
            </w:r>
          </w:p>
          <w:p w:rsidR="0096107D" w:rsidRPr="00E83035" w:rsidRDefault="0096107D" w:rsidP="00714AAC">
            <w:pPr>
              <w:rPr>
                <w:rFonts w:ascii="Calibri" w:hAnsi="Calibri" w:cs="Cambria"/>
              </w:rPr>
            </w:pPr>
          </w:p>
        </w:tc>
      </w:tr>
      <w:tr w:rsidR="009B1165" w:rsidTr="009B1165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173" w:rsidRDefault="000E2173" w:rsidP="000E2173">
            <w:pPr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</w:rPr>
              <w:t xml:space="preserve">10c. Demonstrate that this works logically (algebraically):     </w:t>
            </w:r>
          </w:p>
          <w:p w:rsidR="009B1165" w:rsidRPr="00E83035" w:rsidRDefault="009B1165" w:rsidP="00714AAC">
            <w:pPr>
              <w:rPr>
                <w:rFonts w:ascii="Calibri" w:hAnsi="Calibri" w:cs="Cambria"/>
              </w:rPr>
            </w:pPr>
          </w:p>
          <w:p w:rsidR="009B1165" w:rsidRPr="00E83035" w:rsidRDefault="009B1165" w:rsidP="00714AAC">
            <w:pPr>
              <w:rPr>
                <w:rFonts w:ascii="Calibri" w:hAnsi="Calibri" w:cs="Cambria"/>
              </w:rPr>
            </w:pPr>
          </w:p>
          <w:p w:rsidR="009B1165" w:rsidRDefault="009B1165" w:rsidP="00714AAC">
            <w:pPr>
              <w:rPr>
                <w:rFonts w:ascii="Calibri" w:hAnsi="Calibri" w:cs="Cambria"/>
              </w:rPr>
            </w:pPr>
          </w:p>
          <w:p w:rsidR="009B1165" w:rsidRDefault="009B1165" w:rsidP="00714AAC">
            <w:pPr>
              <w:rPr>
                <w:rFonts w:ascii="Calibri" w:hAnsi="Calibri" w:cs="Cambria"/>
              </w:rPr>
            </w:pPr>
          </w:p>
          <w:p w:rsidR="009B1165" w:rsidRPr="00E83035" w:rsidRDefault="009B1165" w:rsidP="00714AAC">
            <w:pPr>
              <w:rPr>
                <w:rFonts w:ascii="Calibri" w:hAnsi="Calibri" w:cs="Cambria"/>
              </w:rPr>
            </w:pPr>
          </w:p>
          <w:p w:rsidR="009B1165" w:rsidRPr="00E83035" w:rsidRDefault="009B1165" w:rsidP="00714AAC">
            <w:pPr>
              <w:rPr>
                <w:rFonts w:ascii="Calibri" w:hAnsi="Calibri" w:cs="Cambria"/>
              </w:rPr>
            </w:pPr>
          </w:p>
          <w:p w:rsidR="009B1165" w:rsidRPr="00E83035" w:rsidRDefault="009B1165" w:rsidP="00714AAC">
            <w:pPr>
              <w:rPr>
                <w:rFonts w:ascii="Calibri" w:hAnsi="Calibri" w:cs="Cambria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173" w:rsidRPr="000E2173" w:rsidRDefault="000E2173" w:rsidP="000E2173">
            <w:pPr>
              <w:rPr>
                <w:rFonts w:ascii="Calibri" w:hAnsi="Calibri" w:cs="Cambria"/>
                <w:sz w:val="10"/>
              </w:rPr>
            </w:pPr>
          </w:p>
          <w:p w:rsidR="000E2173" w:rsidRDefault="000E2173" w:rsidP="000E2173">
            <w:pPr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</w:rPr>
              <w:t>10d. Write the solution set to |x – 3| = 7: {____, ____}</w:t>
            </w:r>
          </w:p>
          <w:p w:rsidR="000E2173" w:rsidRDefault="000E2173" w:rsidP="000E2173">
            <w:pPr>
              <w:rPr>
                <w:rFonts w:ascii="Calibri" w:hAnsi="Calibri" w:cs="Cambria"/>
              </w:rPr>
            </w:pPr>
          </w:p>
          <w:p w:rsidR="000E2173" w:rsidRPr="00E83035" w:rsidRDefault="000E2173" w:rsidP="000E2173">
            <w:pPr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</w:rPr>
              <w:t>10e. What is the difference between these two possible values for x?</w:t>
            </w:r>
          </w:p>
        </w:tc>
      </w:tr>
      <w:tr w:rsidR="009B1165" w:rsidTr="009B1165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165" w:rsidRPr="00E83035" w:rsidRDefault="00FC2BCA" w:rsidP="00714AAC">
            <w:pPr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</w:rPr>
              <w:t xml:space="preserve">11a. Assume that </w:t>
            </w:r>
            <w:r w:rsidRPr="00FC2BCA">
              <w:rPr>
                <w:rFonts w:ascii="Calibri" w:hAnsi="Calibri" w:cs="Cambria"/>
                <w:b/>
              </w:rPr>
              <w:t>|x – a| = b</w:t>
            </w:r>
            <w:r>
              <w:rPr>
                <w:rFonts w:ascii="Calibri" w:hAnsi="Calibri" w:cs="Cambria"/>
              </w:rPr>
              <w:t>. Express this in words:</w:t>
            </w:r>
          </w:p>
          <w:p w:rsidR="009B1165" w:rsidRPr="00E83035" w:rsidRDefault="009B1165" w:rsidP="00714AAC">
            <w:pPr>
              <w:rPr>
                <w:rFonts w:ascii="Calibri" w:hAnsi="Calibri" w:cs="Cambria"/>
              </w:rPr>
            </w:pPr>
          </w:p>
          <w:p w:rsidR="009B1165" w:rsidRPr="00E83035" w:rsidRDefault="009B1165" w:rsidP="00714AAC">
            <w:pPr>
              <w:rPr>
                <w:rFonts w:ascii="Calibri" w:hAnsi="Calibri" w:cs="Cambria"/>
              </w:rPr>
            </w:pPr>
          </w:p>
          <w:p w:rsidR="009B1165" w:rsidRPr="00A709C7" w:rsidRDefault="009B1165" w:rsidP="00714AAC">
            <w:pPr>
              <w:rPr>
                <w:rFonts w:ascii="Calibri" w:hAnsi="Calibri" w:cs="Cambria"/>
                <w:sz w:val="18"/>
              </w:rPr>
            </w:pPr>
          </w:p>
          <w:p w:rsidR="009B1165" w:rsidRPr="00E83035" w:rsidRDefault="009B1165" w:rsidP="00714AAC">
            <w:pPr>
              <w:rPr>
                <w:rFonts w:ascii="Calibri" w:hAnsi="Calibri" w:cs="Cambria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165" w:rsidRPr="00E83035" w:rsidRDefault="00A709C7" w:rsidP="00714AAC">
            <w:pPr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margin-left:11.1pt;margin-top:41pt;width:240.75pt;height:0;z-index:251672576;mso-position-horizontal-relative:text;mso-position-vertical-relative:text" o:connectortype="straight">
                  <v:stroke startarrow="block" endarrow="block"/>
                </v:shape>
              </w:pict>
            </w:r>
            <w:r w:rsidR="00FC2BCA">
              <w:rPr>
                <w:rFonts w:ascii="Calibri" w:hAnsi="Calibri" w:cs="Cambria"/>
              </w:rPr>
              <w:t>11b. Show this on a number line:</w:t>
            </w:r>
          </w:p>
        </w:tc>
      </w:tr>
    </w:tbl>
    <w:p w:rsidR="005C6568" w:rsidRDefault="005C6568" w:rsidP="00294DA4">
      <w:pPr>
        <w:rPr>
          <w:rFonts w:ascii="Calibri" w:hAnsi="Calibri"/>
          <w:sz w:val="2"/>
        </w:rPr>
      </w:pPr>
    </w:p>
    <w:p w:rsidR="009B1165" w:rsidRPr="00A709C7" w:rsidRDefault="009B1165" w:rsidP="00294DA4">
      <w:pPr>
        <w:rPr>
          <w:rFonts w:ascii="Calibri" w:hAnsi="Calibri"/>
          <w:b/>
          <w:sz w:val="2"/>
        </w:rPr>
      </w:pPr>
    </w:p>
    <w:sectPr w:rsidR="009B1165" w:rsidRPr="00A709C7" w:rsidSect="00433636">
      <w:footerReference w:type="default" r:id="rId10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C42" w:rsidRDefault="00BB7C42" w:rsidP="004A1C66">
      <w:r>
        <w:separator/>
      </w:r>
    </w:p>
  </w:endnote>
  <w:endnote w:type="continuationSeparator" w:id="0">
    <w:p w:rsidR="00BB7C42" w:rsidRDefault="00BB7C42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C42" w:rsidRDefault="00BB7C42" w:rsidP="004A1C66">
      <w:r>
        <w:separator/>
      </w:r>
    </w:p>
  </w:footnote>
  <w:footnote w:type="continuationSeparator" w:id="0">
    <w:p w:rsidR="00BB7C42" w:rsidRDefault="00BB7C42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A2D0B"/>
    <w:multiLevelType w:val="hybridMultilevel"/>
    <w:tmpl w:val="BA1E866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52273C"/>
    <w:multiLevelType w:val="hybridMultilevel"/>
    <w:tmpl w:val="2E5A93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015AEC"/>
    <w:multiLevelType w:val="hybridMultilevel"/>
    <w:tmpl w:val="BBE00A46"/>
    <w:lvl w:ilvl="0" w:tplc="76FE6DF8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D0335A"/>
    <w:multiLevelType w:val="hybridMultilevel"/>
    <w:tmpl w:val="9B4E6434"/>
    <w:lvl w:ilvl="0" w:tplc="74B23DBE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1B05C4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Times New Roman" w:hAnsi="Calibri" w:cs="Wingdings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7215"/>
    <w:rsid w:val="000139E1"/>
    <w:rsid w:val="000248E2"/>
    <w:rsid w:val="000E2173"/>
    <w:rsid w:val="00105A07"/>
    <w:rsid w:val="00242D79"/>
    <w:rsid w:val="00294DA4"/>
    <w:rsid w:val="002F6EAC"/>
    <w:rsid w:val="003B785F"/>
    <w:rsid w:val="00433636"/>
    <w:rsid w:val="00435BF5"/>
    <w:rsid w:val="004A1C66"/>
    <w:rsid w:val="004A48E1"/>
    <w:rsid w:val="004D05E9"/>
    <w:rsid w:val="005A3EE8"/>
    <w:rsid w:val="005C6568"/>
    <w:rsid w:val="005D2DF1"/>
    <w:rsid w:val="005F7234"/>
    <w:rsid w:val="00674044"/>
    <w:rsid w:val="006D3EA1"/>
    <w:rsid w:val="006F5A5F"/>
    <w:rsid w:val="00736640"/>
    <w:rsid w:val="00736E63"/>
    <w:rsid w:val="007E25A6"/>
    <w:rsid w:val="007E739E"/>
    <w:rsid w:val="00827215"/>
    <w:rsid w:val="00906228"/>
    <w:rsid w:val="0096107D"/>
    <w:rsid w:val="009B1165"/>
    <w:rsid w:val="009C424C"/>
    <w:rsid w:val="009C66BD"/>
    <w:rsid w:val="00A709C7"/>
    <w:rsid w:val="00A72915"/>
    <w:rsid w:val="00B53200"/>
    <w:rsid w:val="00B831B8"/>
    <w:rsid w:val="00BB7C42"/>
    <w:rsid w:val="00CE4705"/>
    <w:rsid w:val="00DD6332"/>
    <w:rsid w:val="00ED05F2"/>
    <w:rsid w:val="00FA00EB"/>
    <w:rsid w:val="00FC2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3213]" strokecolor="none [3213]"/>
    </o:shapedefaults>
    <o:shapelayout v:ext="edit">
      <o:idmap v:ext="edit" data="1"/>
      <o:rules v:ext="edit">
        <o:r id="V:Rule4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831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q1%20(14-15)\wk04~sep%2015-19%20(foundations%20of%20geometry)\day%2017%20-%20sep%2017\HW17_Distance&amp;AbsoluteValue%20tem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HW17_Distance&amp;AbsoluteValue temp</Template>
  <TotalTime>109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3</cp:revision>
  <dcterms:created xsi:type="dcterms:W3CDTF">2014-09-15T02:42:00Z</dcterms:created>
  <dcterms:modified xsi:type="dcterms:W3CDTF">2014-09-15T04:34:00Z</dcterms:modified>
</cp:coreProperties>
</file>